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D6C7CBE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CA431D">
        <w:rPr>
          <w:b/>
          <w:lang w:val="en-GB"/>
        </w:rPr>
        <w:t xml:space="preserve"> 46-G001-26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9E1EA23" w14:textId="77777777" w:rsidR="00C9779C" w:rsidRPr="00492684" w:rsidRDefault="00C9779C" w:rsidP="00C9779C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bookmarkEnd w:id="1"/>
      <w:r w:rsidRPr="00492684">
        <w:rPr>
          <w:lang w:val="en-GB"/>
        </w:rPr>
        <w:t>Background</w:t>
      </w:r>
      <w:bookmarkEnd w:id="2"/>
      <w:bookmarkEnd w:id="3"/>
    </w:p>
    <w:p w14:paraId="5ADFFC48" w14:textId="77777777" w:rsidR="00C9779C" w:rsidRPr="00492684" w:rsidRDefault="00C9779C" w:rsidP="00C9779C">
      <w:pPr>
        <w:rPr>
          <w:lang w:val="en-GB"/>
        </w:rPr>
      </w:pPr>
      <w:r w:rsidRPr="005B5FC5">
        <w:rPr>
          <w:lang w:val="en-GB"/>
        </w:rPr>
        <w:t xml:space="preserve">This project is to support efficiency of fuel </w:t>
      </w:r>
      <w:r>
        <w:rPr>
          <w:lang w:val="en-GB"/>
        </w:rPr>
        <w:t>delivery on the outer island</w:t>
      </w:r>
      <w:r w:rsidRPr="005B5FC5">
        <w:rPr>
          <w:lang w:val="en-GB"/>
        </w:rPr>
        <w:t xml:space="preserve"> from time to time</w:t>
      </w:r>
    </w:p>
    <w:p w14:paraId="5DDE3F81" w14:textId="77777777" w:rsidR="00C9779C" w:rsidRPr="00492684" w:rsidRDefault="00C9779C" w:rsidP="00C9779C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3237208A" w14:textId="77777777" w:rsidR="00C9779C" w:rsidRPr="00492684" w:rsidRDefault="00C9779C" w:rsidP="00C9779C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07E81E76" w14:textId="77777777" w:rsidR="00C9779C" w:rsidRDefault="00C9779C" w:rsidP="00C9779C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6EE53D8D" w14:textId="77777777" w:rsidR="00C9779C" w:rsidRPr="005B5FC5" w:rsidRDefault="00C9779C" w:rsidP="00C9779C">
      <w:pPr>
        <w:rPr>
          <w:lang w:val="en-GB"/>
        </w:rPr>
      </w:pPr>
      <w:r>
        <w:rPr>
          <w:lang w:val="en-GB"/>
        </w:rPr>
        <w:t>To be installed at outer islands</w:t>
      </w:r>
    </w:p>
    <w:p w14:paraId="6B773C43" w14:textId="77777777" w:rsidR="00C9779C" w:rsidRPr="00492684" w:rsidRDefault="00C9779C" w:rsidP="00C9779C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584FC1DC" w14:textId="77777777" w:rsidR="00C9779C" w:rsidRPr="00492684" w:rsidRDefault="00C9779C" w:rsidP="00C9779C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4"/>
    <w:bookmarkEnd w:id="5"/>
    <w:p w14:paraId="06CD07F1" w14:textId="77777777" w:rsidR="00C9779C" w:rsidRPr="00492684" w:rsidRDefault="00C9779C" w:rsidP="00C9779C">
      <w:pPr>
        <w:pStyle w:val="Heading2"/>
      </w:pPr>
      <w:r w:rsidRPr="00492684">
        <w:t>Description of the Goods</w:t>
      </w:r>
    </w:p>
    <w:p w14:paraId="02B65510" w14:textId="77777777" w:rsidR="00C9779C" w:rsidRPr="00492684" w:rsidRDefault="00C9779C" w:rsidP="00C9779C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27E9F63E" w14:textId="77777777" w:rsidR="00C9779C" w:rsidRPr="00492684" w:rsidRDefault="00C9779C" w:rsidP="00C9779C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C9779C" w:rsidRPr="00492684" w14:paraId="29FC576A" w14:textId="77777777" w:rsidTr="00C71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598818A" w14:textId="77777777" w:rsidR="00C9779C" w:rsidRPr="00492684" w:rsidRDefault="00C9779C" w:rsidP="00C71392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56AE73E2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7DA07C64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10D0F99F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C0514D1" w14:textId="77777777" w:rsidR="00C9779C" w:rsidRPr="00492684" w:rsidRDefault="00C9779C" w:rsidP="00C713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C9779C" w:rsidRPr="00492684" w14:paraId="29316708" w14:textId="77777777" w:rsidTr="00C713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0B24DE8" w14:textId="77777777" w:rsidR="00C9779C" w:rsidRPr="00492684" w:rsidRDefault="00C9779C" w:rsidP="00C71392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6363934C" w14:textId="33E03FE7" w:rsidR="00C9779C" w:rsidRPr="00444E7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Outer Islands Power Gate Truck</w:t>
            </w:r>
          </w:p>
          <w:p w14:paraId="7E16B887" w14:textId="77777777" w:rsidR="00C9779C" w:rsidRPr="00EC0E39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E39">
              <w:rPr>
                <w:b/>
              </w:rPr>
              <w:t>Truck Specification</w:t>
            </w:r>
          </w:p>
          <w:p w14:paraId="48B1FECA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Maker: Toyota or Isuzu, Mazda, Hino,</w:t>
            </w:r>
          </w:p>
          <w:p w14:paraId="6F886D03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Type: Truck</w:t>
            </w:r>
          </w:p>
          <w:p w14:paraId="5FCAFFED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Steering: Right</w:t>
            </w:r>
          </w:p>
          <w:p w14:paraId="09C92069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Transmission: Manual</w:t>
            </w:r>
          </w:p>
          <w:p w14:paraId="03ED128C" w14:textId="77777777" w:rsidR="00C9779C" w:rsidRPr="00CA431D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CA431D">
              <w:rPr>
                <w:lang w:val="de-DE"/>
              </w:rPr>
              <w:t>Fuel: Diesel</w:t>
            </w:r>
          </w:p>
          <w:p w14:paraId="38ED3364" w14:textId="77777777" w:rsidR="00C9779C" w:rsidRPr="00CA431D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CA431D">
              <w:rPr>
                <w:lang w:val="de-DE"/>
              </w:rPr>
              <w:t>Engine Sizes: 3,000cc – 3,500cc</w:t>
            </w:r>
          </w:p>
          <w:p w14:paraId="7ED95572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Loading Capacity – 3 Ton</w:t>
            </w:r>
          </w:p>
          <w:p w14:paraId="72AFF99C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Year – 2017</w:t>
            </w:r>
          </w:p>
          <w:p w14:paraId="6407D7F8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Double rear wheel </w:t>
            </w:r>
          </w:p>
          <w:p w14:paraId="1BF54081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Air-Condition</w:t>
            </w:r>
          </w:p>
          <w:p w14:paraId="2AB84E8F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BAA988A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E39">
              <w:rPr>
                <w:b/>
              </w:rPr>
              <w:lastRenderedPageBreak/>
              <w:t xml:space="preserve">Power Gate Specification </w:t>
            </w:r>
          </w:p>
          <w:p w14:paraId="5AAAE91B" w14:textId="77777777" w:rsidR="00C9779C" w:rsidRPr="00EC0E39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0E39">
              <w:t>Operate on 24V Low Voltage</w:t>
            </w:r>
          </w:p>
          <w:p w14:paraId="69BD9E20" w14:textId="77777777" w:rsidR="00C9779C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0E39">
              <w:t xml:space="preserve">Lifting Capacity: 1000kg </w:t>
            </w:r>
          </w:p>
          <w:p w14:paraId="2A68325A" w14:textId="77777777" w:rsidR="00C9779C" w:rsidRPr="00EC0E39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6082C7" w14:textId="77777777" w:rsidR="00C9779C" w:rsidRPr="00EC0E39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386158F" w14:textId="77777777" w:rsidR="00C9779C" w:rsidRPr="00492684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29F60629" w14:textId="757887DB" w:rsidR="00C9779C" w:rsidRPr="00492684" w:rsidRDefault="00F9374F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lastRenderedPageBreak/>
              <w:t>8</w:t>
            </w:r>
          </w:p>
        </w:tc>
        <w:tc>
          <w:tcPr>
            <w:tcW w:w="1559" w:type="dxa"/>
          </w:tcPr>
          <w:p w14:paraId="5E572C5B" w14:textId="77777777" w:rsidR="00C9779C" w:rsidRPr="00492684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514D9A9D" w14:textId="77777777" w:rsidR="00C9779C" w:rsidRPr="00492684" w:rsidRDefault="00C9779C" w:rsidP="00C71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D4874" w14:textId="77777777" w:rsidR="00B52870" w:rsidRDefault="00B52870">
      <w:r>
        <w:separator/>
      </w:r>
    </w:p>
  </w:endnote>
  <w:endnote w:type="continuationSeparator" w:id="0">
    <w:p w14:paraId="1DA56C02" w14:textId="77777777" w:rsidR="00B52870" w:rsidRDefault="00B52870">
      <w:r>
        <w:continuationSeparator/>
      </w:r>
    </w:p>
  </w:endnote>
  <w:endnote w:type="continuationNotice" w:id="1">
    <w:p w14:paraId="5C50DBAF" w14:textId="77777777" w:rsidR="00B52870" w:rsidRDefault="00B528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9374F" w:rsidRPr="00F9374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9374F" w:rsidRPr="00F9374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43C2667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431D">
      <w:rPr>
        <w:noProof/>
      </w:rPr>
      <w:t>2026-01-22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3E543" w14:textId="77777777" w:rsidR="00B52870" w:rsidRDefault="00B52870">
      <w:r>
        <w:separator/>
      </w:r>
    </w:p>
  </w:footnote>
  <w:footnote w:type="continuationSeparator" w:id="0">
    <w:p w14:paraId="493B3F6B" w14:textId="77777777" w:rsidR="00B52870" w:rsidRDefault="00B52870">
      <w:r>
        <w:continuationSeparator/>
      </w:r>
    </w:p>
  </w:footnote>
  <w:footnote w:type="continuationNotice" w:id="1">
    <w:p w14:paraId="7D5EDB98" w14:textId="77777777" w:rsidR="00B52870" w:rsidRDefault="00B528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A666EF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2DE8"/>
    <w:multiLevelType w:val="multilevel"/>
    <w:tmpl w:val="924A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3EFB753B"/>
    <w:multiLevelType w:val="multilevel"/>
    <w:tmpl w:val="48AE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950A8"/>
    <w:multiLevelType w:val="multilevel"/>
    <w:tmpl w:val="F83E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726C6"/>
    <w:multiLevelType w:val="multilevel"/>
    <w:tmpl w:val="8084C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066CA2"/>
    <w:multiLevelType w:val="multilevel"/>
    <w:tmpl w:val="9846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EC05E2"/>
    <w:multiLevelType w:val="multilevel"/>
    <w:tmpl w:val="AA34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070329">
    <w:abstractNumId w:val="2"/>
  </w:num>
  <w:num w:numId="2" w16cid:durableId="1734304974">
    <w:abstractNumId w:val="19"/>
  </w:num>
  <w:num w:numId="3" w16cid:durableId="1530950771">
    <w:abstractNumId w:val="20"/>
  </w:num>
  <w:num w:numId="4" w16cid:durableId="631056727">
    <w:abstractNumId w:val="8"/>
  </w:num>
  <w:num w:numId="5" w16cid:durableId="1288124333">
    <w:abstractNumId w:val="7"/>
  </w:num>
  <w:num w:numId="6" w16cid:durableId="1932353444">
    <w:abstractNumId w:val="12"/>
  </w:num>
  <w:num w:numId="7" w16cid:durableId="766197415">
    <w:abstractNumId w:val="9"/>
  </w:num>
  <w:num w:numId="8" w16cid:durableId="791485909">
    <w:abstractNumId w:val="16"/>
  </w:num>
  <w:num w:numId="9" w16cid:durableId="1901942354">
    <w:abstractNumId w:val="0"/>
  </w:num>
  <w:num w:numId="10" w16cid:durableId="1121190183">
    <w:abstractNumId w:val="15"/>
  </w:num>
  <w:num w:numId="11" w16cid:durableId="529683125">
    <w:abstractNumId w:val="4"/>
  </w:num>
  <w:num w:numId="12" w16cid:durableId="1073622080">
    <w:abstractNumId w:val="11"/>
  </w:num>
  <w:num w:numId="13" w16cid:durableId="1600142125">
    <w:abstractNumId w:val="18"/>
  </w:num>
  <w:num w:numId="14" w16cid:durableId="189538924">
    <w:abstractNumId w:val="5"/>
  </w:num>
  <w:num w:numId="15" w16cid:durableId="1078600205">
    <w:abstractNumId w:val="10"/>
  </w:num>
  <w:num w:numId="16" w16cid:durableId="1733190858">
    <w:abstractNumId w:val="17"/>
  </w:num>
  <w:num w:numId="17" w16cid:durableId="1502696963">
    <w:abstractNumId w:val="1"/>
  </w:num>
  <w:num w:numId="18" w16cid:durableId="191385136">
    <w:abstractNumId w:val="13"/>
  </w:num>
  <w:num w:numId="19" w16cid:durableId="2013533258">
    <w:abstractNumId w:val="14"/>
  </w:num>
  <w:num w:numId="20" w16cid:durableId="1462990015">
    <w:abstractNumId w:val="6"/>
  </w:num>
  <w:num w:numId="21" w16cid:durableId="150648062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7D4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6A2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375A5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EA5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857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827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6B1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870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79C"/>
    <w:rsid w:val="00CA031F"/>
    <w:rsid w:val="00CA14C7"/>
    <w:rsid w:val="00CA212D"/>
    <w:rsid w:val="00CA26CC"/>
    <w:rsid w:val="00CA431D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4F2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374F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5C73E0-5452-429E-BA82-919CAF0D11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845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7</cp:revision>
  <cp:lastPrinted>2013-10-18T08:32:00Z</cp:lastPrinted>
  <dcterms:created xsi:type="dcterms:W3CDTF">2020-07-06T12:33:00Z</dcterms:created>
  <dcterms:modified xsi:type="dcterms:W3CDTF">2026-01-21T23:21:00Z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